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E3" w:rsidRDefault="00E818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Name_______________________________________Block____________Date___________</w:t>
      </w:r>
    </w:p>
    <w:p w:rsidR="00E818E3" w:rsidRDefault="00E818E3">
      <w:pPr>
        <w:rPr>
          <w:rFonts w:ascii="Times New Roman" w:hAnsi="Times New Roman"/>
          <w:sz w:val="24"/>
          <w:szCs w:val="24"/>
        </w:rPr>
      </w:pPr>
    </w:p>
    <w:p w:rsidR="00E818E3" w:rsidRDefault="00E818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Question: How does Angus take control of his own identity?</w:t>
      </w:r>
    </w:p>
    <w:p w:rsidR="00E818E3" w:rsidRDefault="00E818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respond in analytical paragraph format. </w:t>
      </w:r>
    </w:p>
    <w:p w:rsidR="00E818E3" w:rsidRDefault="00E818E3">
      <w:pPr>
        <w:rPr>
          <w:rFonts w:ascii="Times New Roman" w:hAnsi="Times New Roman"/>
          <w:sz w:val="24"/>
          <w:szCs w:val="24"/>
        </w:rPr>
      </w:pPr>
    </w:p>
    <w:p w:rsidR="00E818E3" w:rsidRDefault="00E818E3" w:rsidP="008600A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(1: Topic Sentence)__</w:t>
      </w:r>
      <w:r w:rsidRPr="00C2258A">
        <w:t xml:space="preserve"> </w:t>
      </w:r>
      <w:r>
        <w:t xml:space="preserve">In “A Brief Moment in the Life of Angus Bethune” by Chris Crutcher, Angus takes control of his own identity by  </w:t>
      </w:r>
      <w:r>
        <w:rPr>
          <w:color w:val="FF0000"/>
        </w:rPr>
        <w:t xml:space="preserve">going to the dance even though he knew his election as Senior Winter Ball King was a prank. </w:t>
      </w:r>
      <w:r>
        <w:t xml:space="preserve">  </w:t>
      </w: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(2a: Context of Quote) When getting ready for the dance, </w:t>
      </w: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(2b: Quote Intro) Angus tells readers how he initially felt about being elected king: (2c: Quote) “At first I tried to turn it down, but Grandad let me know right quick I’d draw a lot more attention if I made a fuss than if I acted as if I were the logical choice” (2d: Page Reference) (5). (2e: Analysis) 1. If Angus wanted to turn this down originally, he must have been embarrassed.</w:t>
      </w: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Being crowned king as a joke would be a very humiliating experience, especially for someone that is already rather self –conscious and insecure. </w:t>
      </w: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But Angus’s grandfather is right; holding his head up and attending the dance is the way for him to show those kids that their jokes do not affect him. </w:t>
      </w: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Angus takes control of the situation and therefore becomes in control of his own identity by being proud of who he is no matter what. </w:t>
      </w:r>
    </w:p>
    <w:p w:rsidR="00E818E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He will not be bullied or intimidated by other kids, and the way to prove that is by attending the dance and acting as if he is “the logical choice.”  </w:t>
      </w:r>
    </w:p>
    <w:p w:rsidR="00E818E3" w:rsidRPr="00C43103" w:rsidRDefault="00E818E3" w:rsidP="008600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(3: Concluding Sentence) Angus will not be defined by the stereotypes placed on him by others; he will create his own identity and make himself proud.  </w:t>
      </w:r>
    </w:p>
    <w:sectPr w:rsidR="00E818E3" w:rsidRPr="00C43103" w:rsidSect="00E0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103"/>
    <w:rsid w:val="001F05BC"/>
    <w:rsid w:val="002726B9"/>
    <w:rsid w:val="002C1B33"/>
    <w:rsid w:val="00496F03"/>
    <w:rsid w:val="004E7268"/>
    <w:rsid w:val="004F2101"/>
    <w:rsid w:val="00501FFE"/>
    <w:rsid w:val="00602CF7"/>
    <w:rsid w:val="00684204"/>
    <w:rsid w:val="00744B0D"/>
    <w:rsid w:val="00770880"/>
    <w:rsid w:val="007E22E8"/>
    <w:rsid w:val="008600AE"/>
    <w:rsid w:val="008631CB"/>
    <w:rsid w:val="009C5780"/>
    <w:rsid w:val="009D291B"/>
    <w:rsid w:val="00A513CA"/>
    <w:rsid w:val="00AD5774"/>
    <w:rsid w:val="00C2258A"/>
    <w:rsid w:val="00C43103"/>
    <w:rsid w:val="00C87089"/>
    <w:rsid w:val="00DA1E33"/>
    <w:rsid w:val="00DB09F6"/>
    <w:rsid w:val="00DC2A04"/>
    <w:rsid w:val="00E00FF7"/>
    <w:rsid w:val="00E818E3"/>
    <w:rsid w:val="00E9697B"/>
    <w:rsid w:val="00F01716"/>
    <w:rsid w:val="00F173D7"/>
    <w:rsid w:val="00F2381A"/>
    <w:rsid w:val="00FE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240</Words>
  <Characters>1370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Name_______________________________________Block____________Date___________</dc:title>
  <dc:subject/>
  <dc:creator>generic</dc:creator>
  <cp:keywords/>
  <dc:description/>
  <cp:lastModifiedBy>Owner</cp:lastModifiedBy>
  <cp:revision>4</cp:revision>
  <dcterms:created xsi:type="dcterms:W3CDTF">2014-09-18T17:52:00Z</dcterms:created>
  <dcterms:modified xsi:type="dcterms:W3CDTF">2014-09-18T18:11:00Z</dcterms:modified>
</cp:coreProperties>
</file>